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22F0A" w14:textId="77777777" w:rsidR="00035FF6" w:rsidRPr="00B23FBB" w:rsidRDefault="002D61AC" w:rsidP="00035FF6">
      <w:pPr>
        <w:jc w:val="center"/>
        <w:rPr>
          <w:rFonts w:ascii="Tahoma" w:hAnsi="Tahoma" w:cs="Tahoma"/>
          <w:b/>
          <w:noProof/>
        </w:rPr>
      </w:pPr>
      <w:r>
        <w:rPr>
          <w:rFonts w:ascii="Tahoma" w:hAnsi="Tahoma" w:cs="Tahoma"/>
          <w:b/>
          <w:noProof/>
        </w:rPr>
        <w:t>J</w:t>
      </w:r>
      <w:r w:rsidR="00035FF6" w:rsidRPr="00B23FBB">
        <w:rPr>
          <w:rFonts w:ascii="Tahoma" w:hAnsi="Tahoma" w:cs="Tahoma"/>
          <w:b/>
          <w:noProof/>
        </w:rPr>
        <w:t>OB DESCRIPTION</w:t>
      </w:r>
    </w:p>
    <w:p w14:paraId="5C039708" w14:textId="77777777" w:rsidR="00035FF6" w:rsidRPr="00B23FBB" w:rsidRDefault="00035FF6" w:rsidP="00035FF6">
      <w:pPr>
        <w:jc w:val="both"/>
        <w:rPr>
          <w:rFonts w:ascii="Tahoma" w:hAnsi="Tahoma" w:cs="Tahoma"/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8"/>
        <w:gridCol w:w="6398"/>
      </w:tblGrid>
      <w:tr w:rsidR="00035FF6" w:rsidRPr="00E64046" w14:paraId="22503F07" w14:textId="77777777" w:rsidTr="00035FF6">
        <w:tc>
          <w:tcPr>
            <w:tcW w:w="2235" w:type="dxa"/>
          </w:tcPr>
          <w:p w14:paraId="10C5E640" w14:textId="77777777" w:rsidR="00035FF6" w:rsidRPr="00E64046" w:rsidRDefault="00035FF6" w:rsidP="00035FF6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Job Title:</w:t>
            </w:r>
          </w:p>
        </w:tc>
        <w:tc>
          <w:tcPr>
            <w:tcW w:w="7371" w:type="dxa"/>
          </w:tcPr>
          <w:p w14:paraId="131EDEA6" w14:textId="5E5D0B29" w:rsidR="00035FF6" w:rsidRPr="00E64046" w:rsidRDefault="001D43E5" w:rsidP="0074444D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Retail </w:t>
            </w:r>
            <w:r w:rsidR="008B2A35">
              <w:rPr>
                <w:rFonts w:ascii="Calibri" w:hAnsi="Calibri" w:cs="Tahoma"/>
                <w:sz w:val="22"/>
                <w:szCs w:val="22"/>
              </w:rPr>
              <w:t>Marketing Assistant</w:t>
            </w:r>
          </w:p>
        </w:tc>
      </w:tr>
      <w:tr w:rsidR="00035FF6" w:rsidRPr="00E64046" w14:paraId="15988AC7" w14:textId="77777777" w:rsidTr="00035FF6">
        <w:tc>
          <w:tcPr>
            <w:tcW w:w="2235" w:type="dxa"/>
          </w:tcPr>
          <w:p w14:paraId="7B8EB646" w14:textId="77777777" w:rsidR="00035FF6" w:rsidRPr="00E64046" w:rsidRDefault="00035FF6" w:rsidP="00035FF6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Company:</w:t>
            </w:r>
          </w:p>
        </w:tc>
        <w:tc>
          <w:tcPr>
            <w:tcW w:w="7371" w:type="dxa"/>
          </w:tcPr>
          <w:p w14:paraId="2CF38741" w14:textId="77777777" w:rsidR="00035FF6" w:rsidRPr="00E64046" w:rsidRDefault="00035FF6" w:rsidP="00035FF6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Gorta – Self Help Africa</w:t>
            </w:r>
          </w:p>
        </w:tc>
      </w:tr>
      <w:tr w:rsidR="00035FF6" w:rsidRPr="00E64046" w14:paraId="447C07CB" w14:textId="77777777" w:rsidTr="00035FF6">
        <w:tc>
          <w:tcPr>
            <w:tcW w:w="2235" w:type="dxa"/>
          </w:tcPr>
          <w:p w14:paraId="1810B6AF" w14:textId="77777777" w:rsidR="00035FF6" w:rsidRPr="00E64046" w:rsidRDefault="00035FF6" w:rsidP="00035FF6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Department:</w:t>
            </w:r>
          </w:p>
        </w:tc>
        <w:tc>
          <w:tcPr>
            <w:tcW w:w="7371" w:type="dxa"/>
          </w:tcPr>
          <w:p w14:paraId="543D0880" w14:textId="157675C6" w:rsidR="00035FF6" w:rsidRPr="00E64046" w:rsidRDefault="00F50EAB" w:rsidP="00602234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Retail </w:t>
            </w:r>
          </w:p>
        </w:tc>
      </w:tr>
      <w:tr w:rsidR="00035FF6" w:rsidRPr="00E64046" w14:paraId="345FF4C4" w14:textId="77777777" w:rsidTr="00035FF6">
        <w:tc>
          <w:tcPr>
            <w:tcW w:w="2235" w:type="dxa"/>
          </w:tcPr>
          <w:p w14:paraId="6543C2CC" w14:textId="77777777" w:rsidR="00035FF6" w:rsidRPr="00E64046" w:rsidRDefault="00035FF6" w:rsidP="00035FF6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Location:</w:t>
            </w:r>
          </w:p>
        </w:tc>
        <w:tc>
          <w:tcPr>
            <w:tcW w:w="7371" w:type="dxa"/>
          </w:tcPr>
          <w:p w14:paraId="7394F3F5" w14:textId="77777777" w:rsidR="00035FF6" w:rsidRPr="00E64046" w:rsidRDefault="00035FF6" w:rsidP="00035FF6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GSHA Head Office, Kingsbridge House, 17-22 Parkgate St, Dublin 8</w:t>
            </w:r>
          </w:p>
        </w:tc>
      </w:tr>
      <w:tr w:rsidR="00035FF6" w:rsidRPr="00E64046" w14:paraId="2B0C8AFB" w14:textId="77777777" w:rsidTr="00035FF6">
        <w:tc>
          <w:tcPr>
            <w:tcW w:w="2235" w:type="dxa"/>
          </w:tcPr>
          <w:p w14:paraId="603DD94B" w14:textId="77777777" w:rsidR="00035FF6" w:rsidRPr="00E64046" w:rsidRDefault="00035FF6" w:rsidP="00035FF6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Contract Type</w:t>
            </w:r>
          </w:p>
        </w:tc>
        <w:tc>
          <w:tcPr>
            <w:tcW w:w="7371" w:type="dxa"/>
          </w:tcPr>
          <w:p w14:paraId="3FC60722" w14:textId="355F8245" w:rsidR="00035FF6" w:rsidRPr="00E64046" w:rsidRDefault="00F50EAB" w:rsidP="00035FF6">
            <w:pPr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12</w:t>
            </w:r>
            <w:r w:rsidR="00035FF6">
              <w:rPr>
                <w:rFonts w:ascii="Calibri" w:hAnsi="Calibri" w:cs="Tahoma"/>
                <w:sz w:val="22"/>
                <w:szCs w:val="22"/>
              </w:rPr>
              <w:t xml:space="preserve"> Months</w:t>
            </w:r>
            <w:r w:rsidR="00801BA6">
              <w:rPr>
                <w:rFonts w:ascii="Calibri" w:hAnsi="Calibri" w:cs="Tahoma"/>
                <w:sz w:val="22"/>
                <w:szCs w:val="22"/>
              </w:rPr>
              <w:t xml:space="preserve"> – 37.5 hours/week</w:t>
            </w:r>
          </w:p>
        </w:tc>
      </w:tr>
      <w:tr w:rsidR="00035FF6" w:rsidRPr="00E64046" w14:paraId="49769ADE" w14:textId="77777777" w:rsidTr="00035FF6">
        <w:tc>
          <w:tcPr>
            <w:tcW w:w="2235" w:type="dxa"/>
          </w:tcPr>
          <w:p w14:paraId="1B3C7AAE" w14:textId="77777777" w:rsidR="00035FF6" w:rsidRPr="00E64046" w:rsidRDefault="00035FF6" w:rsidP="00035FF6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Reports to:</w:t>
            </w:r>
          </w:p>
        </w:tc>
        <w:tc>
          <w:tcPr>
            <w:tcW w:w="7371" w:type="dxa"/>
          </w:tcPr>
          <w:p w14:paraId="7A3B213A" w14:textId="7EA4DB1A" w:rsidR="00035FF6" w:rsidRPr="00E64046" w:rsidRDefault="000E269F" w:rsidP="000E269F">
            <w:pPr>
              <w:tabs>
                <w:tab w:val="center" w:pos="3577"/>
              </w:tabs>
              <w:spacing w:before="60" w:after="60" w:line="240" w:lineRule="auto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Head of Commercial &amp; Administration</w:t>
            </w:r>
          </w:p>
        </w:tc>
      </w:tr>
      <w:tr w:rsidR="00035FF6" w:rsidRPr="00E64046" w14:paraId="215CDB5A" w14:textId="77777777" w:rsidTr="00035FF6">
        <w:trPr>
          <w:trHeight w:val="1140"/>
        </w:trPr>
        <w:tc>
          <w:tcPr>
            <w:tcW w:w="2235" w:type="dxa"/>
          </w:tcPr>
          <w:p w14:paraId="66200698" w14:textId="77777777" w:rsidR="00035FF6" w:rsidRPr="00E64046" w:rsidRDefault="00035FF6" w:rsidP="00035FF6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Job Purpose:</w:t>
            </w:r>
          </w:p>
        </w:tc>
        <w:tc>
          <w:tcPr>
            <w:tcW w:w="7371" w:type="dxa"/>
          </w:tcPr>
          <w:p w14:paraId="55B3F824" w14:textId="434EBCC4" w:rsidR="0074444D" w:rsidRDefault="00035FF6" w:rsidP="00035FF6">
            <w:pPr>
              <w:pStyle w:val="NormalWeb"/>
              <w:rPr>
                <w:rFonts w:asciiTheme="majorHAnsi" w:hAnsiTheme="majorHAnsi"/>
                <w:sz w:val="22"/>
                <w:szCs w:val="22"/>
              </w:rPr>
            </w:pPr>
            <w:r w:rsidRPr="00035FF6">
              <w:rPr>
                <w:rFonts w:asciiTheme="majorHAnsi" w:hAnsiTheme="majorHAnsi"/>
                <w:sz w:val="22"/>
                <w:szCs w:val="22"/>
              </w:rPr>
              <w:t>To assist the</w:t>
            </w:r>
            <w:r w:rsidR="0074444D">
              <w:rPr>
                <w:rFonts w:asciiTheme="majorHAnsi" w:hAnsiTheme="majorHAnsi"/>
                <w:sz w:val="22"/>
                <w:szCs w:val="22"/>
              </w:rPr>
              <w:t xml:space="preserve"> R</w:t>
            </w:r>
            <w:r w:rsidR="00F50EAB">
              <w:rPr>
                <w:rFonts w:asciiTheme="majorHAnsi" w:hAnsiTheme="majorHAnsi"/>
                <w:sz w:val="22"/>
                <w:szCs w:val="22"/>
              </w:rPr>
              <w:t xml:space="preserve">etail </w:t>
            </w:r>
            <w:r w:rsidR="0074444D">
              <w:rPr>
                <w:rFonts w:asciiTheme="majorHAnsi" w:hAnsiTheme="majorHAnsi"/>
                <w:sz w:val="22"/>
                <w:szCs w:val="22"/>
              </w:rPr>
              <w:t>T</w:t>
            </w:r>
            <w:r w:rsidRPr="00035FF6">
              <w:rPr>
                <w:rFonts w:asciiTheme="majorHAnsi" w:hAnsiTheme="majorHAnsi"/>
                <w:sz w:val="22"/>
                <w:szCs w:val="22"/>
              </w:rPr>
              <w:t xml:space="preserve">eam </w:t>
            </w:r>
            <w:r w:rsidR="0074444D">
              <w:rPr>
                <w:rFonts w:asciiTheme="majorHAnsi" w:hAnsiTheme="majorHAnsi"/>
                <w:sz w:val="22"/>
                <w:szCs w:val="22"/>
              </w:rPr>
              <w:t xml:space="preserve">in maximizing </w:t>
            </w:r>
            <w:r w:rsidRPr="00035FF6">
              <w:rPr>
                <w:rFonts w:asciiTheme="majorHAnsi" w:hAnsiTheme="majorHAnsi"/>
                <w:sz w:val="22"/>
                <w:szCs w:val="22"/>
              </w:rPr>
              <w:t>awar</w:t>
            </w:r>
            <w:r w:rsidR="002D61AC">
              <w:rPr>
                <w:rFonts w:asciiTheme="majorHAnsi" w:hAnsiTheme="majorHAnsi"/>
                <w:sz w:val="22"/>
                <w:szCs w:val="22"/>
              </w:rPr>
              <w:t xml:space="preserve">eness and income from the Gorta-Self Help Africa </w:t>
            </w:r>
            <w:r w:rsidRPr="00035FF6">
              <w:rPr>
                <w:rFonts w:asciiTheme="majorHAnsi" w:hAnsiTheme="majorHAnsi"/>
                <w:sz w:val="22"/>
                <w:szCs w:val="22"/>
              </w:rPr>
              <w:t xml:space="preserve">retail network. </w:t>
            </w:r>
          </w:p>
          <w:p w14:paraId="75A9EE26" w14:textId="7443647A" w:rsidR="00035FF6" w:rsidRDefault="00035FF6" w:rsidP="00035FF6">
            <w:pPr>
              <w:pStyle w:val="NormalWeb"/>
              <w:rPr>
                <w:rFonts w:asciiTheme="majorHAnsi" w:hAnsiTheme="majorHAnsi"/>
                <w:sz w:val="22"/>
                <w:szCs w:val="22"/>
              </w:rPr>
            </w:pPr>
            <w:r w:rsidRPr="00035FF6">
              <w:rPr>
                <w:rFonts w:asciiTheme="majorHAnsi" w:hAnsiTheme="majorHAnsi"/>
                <w:sz w:val="22"/>
                <w:szCs w:val="22"/>
              </w:rPr>
              <w:t>To focus on the enhancement of the National Retail Promotional Calendar of Events and Campaigns.</w:t>
            </w:r>
          </w:p>
          <w:p w14:paraId="13222E74" w14:textId="2B0E0E54" w:rsidR="001D43E5" w:rsidRPr="00984A02" w:rsidRDefault="001D43E5" w:rsidP="0074444D">
            <w:pPr>
              <w:pStyle w:val="NormalWeb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To identify and pursue sources of merchandise.</w:t>
            </w:r>
          </w:p>
        </w:tc>
      </w:tr>
      <w:tr w:rsidR="00035FF6" w:rsidRPr="00E64046" w14:paraId="2405FD42" w14:textId="77777777" w:rsidTr="00035FF6">
        <w:tc>
          <w:tcPr>
            <w:tcW w:w="2235" w:type="dxa"/>
          </w:tcPr>
          <w:p w14:paraId="0257E2EA" w14:textId="77777777" w:rsidR="00035FF6" w:rsidRPr="00E64046" w:rsidRDefault="00035FF6" w:rsidP="00035FF6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Key Responsibilities:</w:t>
            </w:r>
          </w:p>
        </w:tc>
        <w:tc>
          <w:tcPr>
            <w:tcW w:w="7371" w:type="dxa"/>
          </w:tcPr>
          <w:p w14:paraId="15E32741" w14:textId="7C1B8138" w:rsidR="00F50EAB" w:rsidRPr="00F50EAB" w:rsidRDefault="00F50EAB" w:rsidP="00F50EAB">
            <w:pPr>
              <w:rPr>
                <w:rFonts w:ascii="Calibri" w:hAnsi="Calibri"/>
                <w:b/>
                <w:sz w:val="22"/>
                <w:szCs w:val="22"/>
              </w:rPr>
            </w:pPr>
            <w:r w:rsidRPr="00F50EAB">
              <w:rPr>
                <w:rFonts w:ascii="Calibri" w:hAnsi="Calibri"/>
                <w:b/>
                <w:sz w:val="22"/>
                <w:szCs w:val="22"/>
              </w:rPr>
              <w:t>Retail</w:t>
            </w:r>
          </w:p>
          <w:p w14:paraId="6BE47044" w14:textId="4E340DAC" w:rsidR="0091279E" w:rsidRPr="00F50EAB" w:rsidRDefault="00035FF6" w:rsidP="007B2D7D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</w:rPr>
            </w:pPr>
            <w:r w:rsidRPr="00F50EAB">
              <w:rPr>
                <w:rFonts w:ascii="Calibri" w:hAnsi="Calibri"/>
                <w:sz w:val="22"/>
                <w:szCs w:val="22"/>
              </w:rPr>
              <w:t>Development and implementation of a M</w:t>
            </w:r>
            <w:r w:rsidR="00F50EAB" w:rsidRPr="00F50EAB">
              <w:rPr>
                <w:rFonts w:ascii="Calibri" w:hAnsi="Calibri"/>
                <w:sz w:val="22"/>
                <w:szCs w:val="22"/>
              </w:rPr>
              <w:t xml:space="preserve">arketing campaign for </w:t>
            </w:r>
            <w:proofErr w:type="spellStart"/>
            <w:r w:rsidR="00F50EAB" w:rsidRPr="00F50EAB">
              <w:rPr>
                <w:rFonts w:ascii="Calibri" w:hAnsi="Calibri"/>
                <w:sz w:val="22"/>
                <w:szCs w:val="22"/>
              </w:rPr>
              <w:t>Gorta’s</w:t>
            </w:r>
            <w:proofErr w:type="spellEnd"/>
            <w:r w:rsidRPr="00F50EAB">
              <w:rPr>
                <w:rFonts w:ascii="Calibri" w:hAnsi="Calibri"/>
                <w:sz w:val="22"/>
                <w:szCs w:val="22"/>
              </w:rPr>
              <w:t xml:space="preserve"> shops nationwide.</w:t>
            </w:r>
          </w:p>
          <w:p w14:paraId="2EDB3985" w14:textId="60158AEC" w:rsidR="001D43E5" w:rsidRPr="00F50EAB" w:rsidRDefault="0091279E" w:rsidP="007948BD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</w:rPr>
            </w:pPr>
            <w:r w:rsidRPr="00F50EAB">
              <w:rPr>
                <w:rFonts w:ascii="Calibri" w:hAnsi="Calibri"/>
                <w:sz w:val="22"/>
                <w:szCs w:val="22"/>
              </w:rPr>
              <w:t>I</w:t>
            </w:r>
            <w:r w:rsidR="00035FF6" w:rsidRPr="00F50EAB">
              <w:rPr>
                <w:rFonts w:ascii="Calibri" w:hAnsi="Calibri"/>
                <w:sz w:val="22"/>
                <w:szCs w:val="22"/>
              </w:rPr>
              <w:t>mplementation of an annual calendar of promotions and activities for stock acquisition, celebrity endorsement and other fundraising activities</w:t>
            </w:r>
            <w:r w:rsidR="00F50EAB" w:rsidRPr="00F50EAB">
              <w:rPr>
                <w:rFonts w:ascii="Calibri" w:hAnsi="Calibri"/>
                <w:sz w:val="22"/>
                <w:szCs w:val="22"/>
              </w:rPr>
              <w:t>.</w:t>
            </w:r>
          </w:p>
          <w:p w14:paraId="7C48B997" w14:textId="33ADB0A7" w:rsidR="00F50EAB" w:rsidRPr="00F50EAB" w:rsidRDefault="001D43E5" w:rsidP="003451DE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F50EAB">
              <w:rPr>
                <w:rFonts w:ascii="Calibri" w:hAnsi="Calibri"/>
                <w:sz w:val="22"/>
                <w:szCs w:val="22"/>
              </w:rPr>
              <w:t>To identify and pursue sources of merchandise</w:t>
            </w:r>
            <w:r w:rsidR="00F50EAB" w:rsidRPr="00F50EAB">
              <w:rPr>
                <w:rFonts w:ascii="Calibri" w:hAnsi="Calibri"/>
                <w:sz w:val="22"/>
                <w:szCs w:val="22"/>
              </w:rPr>
              <w:t>.</w:t>
            </w:r>
          </w:p>
          <w:p w14:paraId="0AE2EE3D" w14:textId="1B57E46F" w:rsidR="00F50EAB" w:rsidRDefault="00F50EAB" w:rsidP="00F50EAB">
            <w:pPr>
              <w:pStyle w:val="ListParagraph"/>
              <w:numPr>
                <w:ilvl w:val="0"/>
                <w:numId w:val="10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To liaise with Head of Commercial, National Retail Manager and Shop Managers.</w:t>
            </w:r>
          </w:p>
          <w:p w14:paraId="295ED228" w14:textId="3EAC857E" w:rsidR="00F50EAB" w:rsidRDefault="00F50EAB" w:rsidP="00F50EAB">
            <w:pPr>
              <w:pStyle w:val="ListParagraph"/>
              <w:numPr>
                <w:ilvl w:val="0"/>
                <w:numId w:val="10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To participate and present at Retail Managers meetings</w:t>
            </w:r>
            <w:r w:rsidR="0074444D">
              <w:rPr>
                <w:rFonts w:ascii="Calibri" w:hAnsi="Calibri"/>
                <w:sz w:val="22"/>
                <w:szCs w:val="22"/>
              </w:rPr>
              <w:t>.</w:t>
            </w:r>
          </w:p>
          <w:p w14:paraId="6E5620FA" w14:textId="77777777" w:rsidR="00F50EAB" w:rsidRPr="00F50EAB" w:rsidRDefault="00F50EAB" w:rsidP="00F50EAB">
            <w:pPr>
              <w:pStyle w:val="ListParagraph"/>
              <w:rPr>
                <w:rFonts w:ascii="Calibri" w:hAnsi="Calibri"/>
                <w:sz w:val="22"/>
                <w:szCs w:val="22"/>
              </w:rPr>
            </w:pPr>
          </w:p>
          <w:p w14:paraId="6711D338" w14:textId="77777777" w:rsidR="0091279E" w:rsidRDefault="00035FF6" w:rsidP="00035FF6">
            <w:pPr>
              <w:rPr>
                <w:rFonts w:ascii="Calibri" w:hAnsi="Calibri"/>
                <w:b/>
                <w:sz w:val="22"/>
                <w:szCs w:val="22"/>
              </w:rPr>
            </w:pPr>
            <w:r w:rsidRPr="0091279E">
              <w:rPr>
                <w:rFonts w:ascii="Calibri" w:hAnsi="Calibri"/>
                <w:b/>
                <w:sz w:val="22"/>
                <w:szCs w:val="22"/>
              </w:rPr>
              <w:t xml:space="preserve">Communications &amp; PR </w:t>
            </w:r>
          </w:p>
          <w:p w14:paraId="31E0EF4D" w14:textId="77777777" w:rsidR="00035FF6" w:rsidRPr="00984A02" w:rsidRDefault="00035FF6" w:rsidP="00984A02">
            <w:pPr>
              <w:pStyle w:val="ListParagraph"/>
              <w:numPr>
                <w:ilvl w:val="0"/>
                <w:numId w:val="7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984A02">
              <w:rPr>
                <w:rFonts w:ascii="Calibri" w:hAnsi="Calibri"/>
                <w:sz w:val="22"/>
                <w:szCs w:val="22"/>
              </w:rPr>
              <w:t xml:space="preserve">To maintain the retail photo library and database. </w:t>
            </w:r>
          </w:p>
          <w:p w14:paraId="1D491C4A" w14:textId="23F736FE" w:rsidR="00035FF6" w:rsidRPr="0091279E" w:rsidRDefault="00035FF6" w:rsidP="00035FF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91279E">
              <w:rPr>
                <w:rFonts w:ascii="Calibri" w:hAnsi="Calibri"/>
                <w:sz w:val="22"/>
                <w:szCs w:val="22"/>
              </w:rPr>
              <w:t xml:space="preserve">To assist with development of </w:t>
            </w:r>
            <w:r w:rsidR="001D43E5">
              <w:rPr>
                <w:rFonts w:ascii="Calibri" w:hAnsi="Calibri"/>
                <w:sz w:val="22"/>
                <w:szCs w:val="22"/>
              </w:rPr>
              <w:t xml:space="preserve">retail </w:t>
            </w:r>
            <w:r w:rsidRPr="0091279E">
              <w:rPr>
                <w:rFonts w:ascii="Calibri" w:hAnsi="Calibri"/>
                <w:sz w:val="22"/>
                <w:szCs w:val="22"/>
              </w:rPr>
              <w:t xml:space="preserve">fundraising and communications materials. </w:t>
            </w:r>
          </w:p>
          <w:p w14:paraId="18CF0905" w14:textId="77777777" w:rsidR="00035FF6" w:rsidRPr="00F50EAB" w:rsidRDefault="00035FF6" w:rsidP="00035FF6">
            <w:pPr>
              <w:pStyle w:val="ListParagraph"/>
              <w:numPr>
                <w:ilvl w:val="0"/>
                <w:numId w:val="4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91279E">
              <w:rPr>
                <w:rFonts w:ascii="Calibri" w:hAnsi="Calibri"/>
                <w:sz w:val="22"/>
                <w:szCs w:val="22"/>
              </w:rPr>
              <w:t xml:space="preserve">To assist with the creation and distribution of newsletters and other promotional items. </w:t>
            </w:r>
          </w:p>
          <w:p w14:paraId="793C0556" w14:textId="77777777" w:rsidR="00F50EAB" w:rsidRPr="0091279E" w:rsidRDefault="00F50EAB" w:rsidP="00F50EAB">
            <w:pPr>
              <w:pStyle w:val="ListParagraph"/>
              <w:rPr>
                <w:rFonts w:ascii="Calibri" w:hAnsi="Calibri"/>
                <w:b/>
                <w:sz w:val="22"/>
                <w:szCs w:val="22"/>
              </w:rPr>
            </w:pPr>
          </w:p>
          <w:p w14:paraId="33752795" w14:textId="77777777" w:rsidR="00984A02" w:rsidRDefault="00984A02" w:rsidP="00984A02">
            <w:pPr>
              <w:rPr>
                <w:rFonts w:ascii="Calibri" w:hAnsi="Calibri"/>
                <w:b/>
                <w:sz w:val="22"/>
                <w:szCs w:val="22"/>
              </w:rPr>
            </w:pPr>
            <w:r w:rsidRPr="00984A02">
              <w:rPr>
                <w:rFonts w:ascii="Calibri" w:hAnsi="Calibri"/>
                <w:b/>
                <w:sz w:val="22"/>
                <w:szCs w:val="22"/>
              </w:rPr>
              <w:t>Other</w:t>
            </w:r>
          </w:p>
          <w:p w14:paraId="307C4902" w14:textId="77777777" w:rsidR="00035FF6" w:rsidRPr="00984A02" w:rsidRDefault="00035FF6" w:rsidP="00035FF6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984A02">
              <w:rPr>
                <w:rFonts w:ascii="Calibri" w:hAnsi="Calibri"/>
                <w:sz w:val="22"/>
                <w:szCs w:val="22"/>
              </w:rPr>
              <w:t xml:space="preserve">To uphold data protection regulations and work to the Fundraising Institute codes of practice </w:t>
            </w:r>
          </w:p>
          <w:p w14:paraId="2B09AF50" w14:textId="77777777" w:rsidR="00035FF6" w:rsidRPr="00984A02" w:rsidRDefault="00035FF6" w:rsidP="00035FF6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984A02">
              <w:rPr>
                <w:rFonts w:ascii="Calibri" w:hAnsi="Calibri"/>
                <w:sz w:val="22"/>
                <w:szCs w:val="22"/>
              </w:rPr>
              <w:t xml:space="preserve">To assist with the tracking of income and issuing of thank you letters and receipts to effectively manage donors. </w:t>
            </w:r>
          </w:p>
          <w:p w14:paraId="0B5C45D7" w14:textId="77777777" w:rsidR="00035FF6" w:rsidRPr="0074444D" w:rsidRDefault="00035FF6" w:rsidP="00035FF6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984A02">
              <w:rPr>
                <w:rFonts w:ascii="Calibri" w:hAnsi="Calibri"/>
                <w:sz w:val="22"/>
                <w:szCs w:val="22"/>
              </w:rPr>
              <w:t xml:space="preserve">To attend team meetings and be willing to contribute to other team activities as requested. </w:t>
            </w:r>
          </w:p>
          <w:p w14:paraId="2D9764E2" w14:textId="68FB2B4A" w:rsidR="0074444D" w:rsidRPr="00984A02" w:rsidRDefault="0074444D" w:rsidP="00035FF6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Provision </w:t>
            </w:r>
            <w:r w:rsidR="00797A1D">
              <w:rPr>
                <w:rFonts w:ascii="Calibri" w:hAnsi="Calibri"/>
                <w:sz w:val="22"/>
                <w:szCs w:val="22"/>
              </w:rPr>
              <w:t>of marketing administrative support to the Shop Managers and National Retail Manager.</w:t>
            </w:r>
            <w:bookmarkStart w:id="0" w:name="_GoBack"/>
            <w:bookmarkEnd w:id="0"/>
          </w:p>
        </w:tc>
      </w:tr>
      <w:tr w:rsidR="00035FF6" w:rsidRPr="00E64046" w14:paraId="487D7D38" w14:textId="77777777" w:rsidTr="00035FF6">
        <w:tc>
          <w:tcPr>
            <w:tcW w:w="2235" w:type="dxa"/>
          </w:tcPr>
          <w:p w14:paraId="14D18793" w14:textId="35B11A0E" w:rsidR="00035FF6" w:rsidRPr="00E64046" w:rsidRDefault="00035FF6" w:rsidP="00035FF6">
            <w:pPr>
              <w:spacing w:before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Key Relationships:</w:t>
            </w:r>
          </w:p>
        </w:tc>
        <w:tc>
          <w:tcPr>
            <w:tcW w:w="7371" w:type="dxa"/>
          </w:tcPr>
          <w:p w14:paraId="454AC787" w14:textId="77777777" w:rsidR="00035FF6" w:rsidRDefault="00035FF6" w:rsidP="00035FF6">
            <w:p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Internal</w:t>
            </w:r>
          </w:p>
          <w:p w14:paraId="738D2120" w14:textId="2A7FC6A2" w:rsidR="00984A02" w:rsidRPr="001934E5" w:rsidRDefault="00984A02" w:rsidP="00984A0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Head of </w:t>
            </w:r>
            <w:r w:rsidR="001D43E5">
              <w:rPr>
                <w:rFonts w:ascii="Calibri" w:hAnsi="Calibri" w:cs="Tahoma"/>
                <w:sz w:val="22"/>
                <w:szCs w:val="22"/>
              </w:rPr>
              <w:t>Commercial</w:t>
            </w:r>
            <w:r>
              <w:rPr>
                <w:rFonts w:ascii="Calibri" w:hAnsi="Calibri" w:cs="Tahoma"/>
                <w:sz w:val="22"/>
                <w:szCs w:val="22"/>
              </w:rPr>
              <w:t xml:space="preserve"> &amp; Administration </w:t>
            </w:r>
          </w:p>
          <w:p w14:paraId="230B388C" w14:textId="19057417" w:rsidR="001934E5" w:rsidRPr="00984A02" w:rsidRDefault="001934E5" w:rsidP="00984A0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Communication Team</w:t>
            </w:r>
          </w:p>
          <w:p w14:paraId="083CC576" w14:textId="658BA900" w:rsidR="00984A02" w:rsidRPr="001D43E5" w:rsidRDefault="001D43E5" w:rsidP="00984A0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National Retail Manager</w:t>
            </w:r>
          </w:p>
          <w:p w14:paraId="39DF4FB3" w14:textId="470169AF" w:rsidR="001D43E5" w:rsidRPr="00984A02" w:rsidRDefault="001D43E5" w:rsidP="00984A0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Retail Managers</w:t>
            </w:r>
          </w:p>
          <w:p w14:paraId="3B218266" w14:textId="77777777" w:rsidR="00035FF6" w:rsidRPr="00E64046" w:rsidRDefault="00035FF6" w:rsidP="00035FF6">
            <w:p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External</w:t>
            </w:r>
          </w:p>
          <w:p w14:paraId="0F945494" w14:textId="77777777" w:rsidR="00035FF6" w:rsidRPr="00984A02" w:rsidRDefault="00984A02" w:rsidP="00984A0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lastRenderedPageBreak/>
              <w:t xml:space="preserve">Donors and Supporters of Gorta-Self </w:t>
            </w:r>
            <w:r w:rsidR="0028112C">
              <w:rPr>
                <w:rFonts w:ascii="Calibri" w:hAnsi="Calibri" w:cs="Tahoma"/>
                <w:sz w:val="22"/>
                <w:szCs w:val="22"/>
              </w:rPr>
              <w:t>Help Africa</w:t>
            </w:r>
          </w:p>
        </w:tc>
      </w:tr>
      <w:tr w:rsidR="00035FF6" w:rsidRPr="00E64046" w14:paraId="7B00FFB8" w14:textId="77777777" w:rsidTr="00035FF6">
        <w:tc>
          <w:tcPr>
            <w:tcW w:w="2235" w:type="dxa"/>
          </w:tcPr>
          <w:p w14:paraId="1139A3D0" w14:textId="77777777" w:rsidR="00035FF6" w:rsidRPr="00E64046" w:rsidRDefault="00035FF6" w:rsidP="00035FF6">
            <w:pPr>
              <w:spacing w:before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lastRenderedPageBreak/>
              <w:t>Knowledge and Experience</w:t>
            </w:r>
          </w:p>
        </w:tc>
        <w:tc>
          <w:tcPr>
            <w:tcW w:w="7371" w:type="dxa"/>
          </w:tcPr>
          <w:p w14:paraId="1C402862" w14:textId="6820957F" w:rsidR="001D43E5" w:rsidRDefault="001D43E5" w:rsidP="00035FF6">
            <w:pPr>
              <w:numPr>
                <w:ilvl w:val="0"/>
                <w:numId w:val="2"/>
              </w:numPr>
              <w:spacing w:before="60" w:line="240" w:lineRule="auto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bCs/>
                <w:sz w:val="22"/>
                <w:szCs w:val="22"/>
              </w:rPr>
              <w:t>3</w:t>
            </w:r>
            <w:r w:rsidRPr="001D43E5">
              <w:rPr>
                <w:rFonts w:ascii="Calibri" w:hAnsi="Calibri" w:cs="Tahoma"/>
                <w:bCs/>
                <w:sz w:val="22"/>
                <w:szCs w:val="22"/>
                <w:vertAlign w:val="superscript"/>
              </w:rPr>
              <w:t>rd</w:t>
            </w:r>
            <w:r>
              <w:rPr>
                <w:rFonts w:ascii="Calibri" w:hAnsi="Calibri" w:cs="Tahoma"/>
                <w:bCs/>
                <w:sz w:val="22"/>
                <w:szCs w:val="22"/>
              </w:rPr>
              <w:t xml:space="preserve"> level marketing/communication qualification</w:t>
            </w:r>
          </w:p>
          <w:p w14:paraId="6B4E2D90" w14:textId="77777777" w:rsidR="00035FF6" w:rsidRPr="007C5B5B" w:rsidRDefault="00035FF6" w:rsidP="00035FF6">
            <w:pPr>
              <w:numPr>
                <w:ilvl w:val="0"/>
                <w:numId w:val="2"/>
              </w:numPr>
              <w:spacing w:before="60" w:line="240" w:lineRule="auto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  <w:r w:rsidRPr="007C5B5B">
              <w:rPr>
                <w:rFonts w:ascii="Calibri" w:hAnsi="Calibri" w:cs="Tahoma"/>
                <w:bCs/>
                <w:sz w:val="22"/>
                <w:szCs w:val="22"/>
              </w:rPr>
              <w:t>Excellent communication skills, both oral and written (fluent English)</w:t>
            </w:r>
          </w:p>
          <w:p w14:paraId="3136E6B3" w14:textId="77777777" w:rsidR="00035FF6" w:rsidRPr="007C5B5B" w:rsidRDefault="00035FF6" w:rsidP="00035FF6">
            <w:pPr>
              <w:numPr>
                <w:ilvl w:val="0"/>
                <w:numId w:val="2"/>
              </w:numPr>
              <w:spacing w:before="60" w:line="240" w:lineRule="auto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  <w:r w:rsidRPr="007C5B5B">
              <w:rPr>
                <w:rFonts w:ascii="Calibri" w:hAnsi="Calibri" w:cs="Tahoma"/>
                <w:bCs/>
                <w:sz w:val="22"/>
                <w:szCs w:val="22"/>
              </w:rPr>
              <w:t xml:space="preserve">Excellent </w:t>
            </w:r>
            <w:r>
              <w:rPr>
                <w:rFonts w:ascii="Calibri" w:hAnsi="Calibri" w:cs="Tahoma"/>
                <w:bCs/>
                <w:sz w:val="22"/>
                <w:szCs w:val="22"/>
              </w:rPr>
              <w:t>interpersonal skills</w:t>
            </w:r>
          </w:p>
          <w:p w14:paraId="223D1E65" w14:textId="77777777" w:rsidR="00035FF6" w:rsidRPr="007C5B5B" w:rsidRDefault="00035FF6" w:rsidP="00035FF6">
            <w:pPr>
              <w:numPr>
                <w:ilvl w:val="0"/>
                <w:numId w:val="2"/>
              </w:numPr>
              <w:spacing w:before="60" w:line="240" w:lineRule="auto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  <w:r w:rsidRPr="007C5B5B">
              <w:rPr>
                <w:rFonts w:ascii="Calibri" w:hAnsi="Calibri" w:cs="Tahoma"/>
                <w:bCs/>
                <w:sz w:val="22"/>
                <w:szCs w:val="22"/>
              </w:rPr>
              <w:t>Strong pla</w:t>
            </w:r>
            <w:r>
              <w:rPr>
                <w:rFonts w:ascii="Calibri" w:hAnsi="Calibri" w:cs="Tahoma"/>
                <w:bCs/>
                <w:sz w:val="22"/>
                <w:szCs w:val="22"/>
              </w:rPr>
              <w:t>nning and organisational skills</w:t>
            </w:r>
          </w:p>
          <w:p w14:paraId="1DC3D977" w14:textId="77777777" w:rsidR="00035FF6" w:rsidRPr="007C5B5B" w:rsidRDefault="00035FF6" w:rsidP="00035FF6">
            <w:pPr>
              <w:numPr>
                <w:ilvl w:val="0"/>
                <w:numId w:val="2"/>
              </w:numPr>
              <w:spacing w:before="60" w:line="240" w:lineRule="auto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  <w:r w:rsidRPr="007C5B5B">
              <w:rPr>
                <w:rFonts w:ascii="Calibri" w:hAnsi="Calibri" w:cs="Tahoma"/>
                <w:bCs/>
                <w:sz w:val="22"/>
                <w:szCs w:val="22"/>
              </w:rPr>
              <w:t>Strong IT skills including Word, Excel</w:t>
            </w:r>
            <w:r>
              <w:rPr>
                <w:rFonts w:ascii="Calibri" w:hAnsi="Calibri" w:cs="Tahoma"/>
                <w:bCs/>
                <w:sz w:val="22"/>
                <w:szCs w:val="22"/>
              </w:rPr>
              <w:t xml:space="preserve">, </w:t>
            </w:r>
            <w:r w:rsidRPr="007C5B5B">
              <w:rPr>
                <w:rFonts w:ascii="Calibri" w:hAnsi="Calibri" w:cs="Tahoma"/>
                <w:bCs/>
                <w:sz w:val="22"/>
                <w:szCs w:val="22"/>
              </w:rPr>
              <w:t>Microsoft office</w:t>
            </w:r>
            <w:r>
              <w:rPr>
                <w:rFonts w:ascii="Calibri" w:hAnsi="Calibri" w:cs="Tahoma"/>
                <w:bCs/>
                <w:sz w:val="22"/>
                <w:szCs w:val="22"/>
              </w:rPr>
              <w:t xml:space="preserve"> and Salesforce</w:t>
            </w:r>
          </w:p>
          <w:p w14:paraId="7D7A7CB9" w14:textId="77777777" w:rsidR="00035FF6" w:rsidRPr="00F079C1" w:rsidRDefault="00035FF6" w:rsidP="00035FF6">
            <w:pPr>
              <w:numPr>
                <w:ilvl w:val="0"/>
                <w:numId w:val="2"/>
              </w:numPr>
              <w:spacing w:before="60" w:line="240" w:lineRule="auto"/>
              <w:jc w:val="both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bCs/>
                <w:sz w:val="22"/>
                <w:szCs w:val="22"/>
              </w:rPr>
              <w:t>Experienced team player</w:t>
            </w:r>
          </w:p>
          <w:p w14:paraId="5F0FC4E2" w14:textId="795D9CDA" w:rsidR="0074444D" w:rsidRPr="0028112C" w:rsidRDefault="00035FF6" w:rsidP="0074444D">
            <w:pPr>
              <w:numPr>
                <w:ilvl w:val="0"/>
                <w:numId w:val="2"/>
              </w:numPr>
              <w:spacing w:before="60" w:line="240" w:lineRule="auto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  <w:r w:rsidRPr="00F079C1">
              <w:rPr>
                <w:rFonts w:ascii="Calibri" w:hAnsi="Calibri" w:cs="Tahoma"/>
                <w:bCs/>
                <w:sz w:val="22"/>
                <w:szCs w:val="22"/>
              </w:rPr>
              <w:t>Commitment to the vision, mission and values of Self Help Africa</w:t>
            </w:r>
          </w:p>
        </w:tc>
      </w:tr>
      <w:tr w:rsidR="00035FF6" w:rsidRPr="00E64046" w14:paraId="24D83CD6" w14:textId="77777777" w:rsidTr="00035FF6">
        <w:tc>
          <w:tcPr>
            <w:tcW w:w="2235" w:type="dxa"/>
          </w:tcPr>
          <w:p w14:paraId="705F2C14" w14:textId="77777777" w:rsidR="00035FF6" w:rsidRPr="00E64046" w:rsidRDefault="00035FF6" w:rsidP="00035FF6">
            <w:pPr>
              <w:spacing w:before="60" w:after="60" w:line="240" w:lineRule="auto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E64046">
              <w:rPr>
                <w:rFonts w:ascii="Calibri" w:hAnsi="Calibri" w:cs="Tahoma"/>
                <w:b/>
                <w:sz w:val="22"/>
                <w:szCs w:val="22"/>
              </w:rPr>
              <w:t>Role Competencies</w:t>
            </w:r>
          </w:p>
        </w:tc>
        <w:tc>
          <w:tcPr>
            <w:tcW w:w="7371" w:type="dxa"/>
          </w:tcPr>
          <w:p w14:paraId="0E2AED63" w14:textId="77777777" w:rsidR="00035FF6" w:rsidRPr="00E64046" w:rsidRDefault="00035FF6" w:rsidP="00035FF6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Calibri" w:hAnsi="Calibri" w:cs="Arial"/>
                <w:bCs/>
                <w:sz w:val="22"/>
                <w:szCs w:val="22"/>
              </w:rPr>
            </w:pPr>
            <w:r w:rsidRPr="00E64046">
              <w:rPr>
                <w:rFonts w:ascii="Calibri" w:hAnsi="Calibri" w:cs="Arial"/>
                <w:bCs/>
                <w:sz w:val="22"/>
                <w:szCs w:val="22"/>
              </w:rPr>
              <w:t>Managing yourself – Holds an awareness of own abilities and areas for</w:t>
            </w:r>
            <w:r w:rsidRPr="00E64046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Pr="00E64046">
              <w:rPr>
                <w:rFonts w:ascii="Calibri" w:hAnsi="Calibri" w:cs="Arial"/>
                <w:bCs/>
                <w:sz w:val="22"/>
                <w:szCs w:val="22"/>
              </w:rPr>
              <w:t>development; adapts and uses abilities to work well with others and to help achieve objectives.</w:t>
            </w:r>
          </w:p>
          <w:p w14:paraId="1FE194A8" w14:textId="77777777" w:rsidR="00035FF6" w:rsidRPr="00E64046" w:rsidRDefault="00035FF6" w:rsidP="00035FF6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Calibri" w:hAnsi="Calibri" w:cs="Arial"/>
                <w:bCs/>
                <w:sz w:val="22"/>
                <w:szCs w:val="22"/>
              </w:rPr>
            </w:pPr>
            <w:r w:rsidRPr="00E64046">
              <w:rPr>
                <w:rFonts w:ascii="Calibri" w:hAnsi="Calibri" w:cs="Arial"/>
                <w:bCs/>
                <w:sz w:val="22"/>
                <w:szCs w:val="22"/>
              </w:rPr>
              <w:t xml:space="preserve">Leadership – Acts to inspire others by clearly articulating and demonstrating the values and principles that underpin work. Holds a sense of pride in </w:t>
            </w:r>
            <w:r w:rsidR="002D61AC">
              <w:rPr>
                <w:rFonts w:ascii="Calibri" w:hAnsi="Calibri" w:cs="Arial"/>
                <w:bCs/>
                <w:sz w:val="22"/>
                <w:szCs w:val="22"/>
              </w:rPr>
              <w:t>Gorta-</w:t>
            </w:r>
            <w:r w:rsidRPr="00E64046">
              <w:rPr>
                <w:rFonts w:ascii="Calibri" w:hAnsi="Calibri" w:cs="Arial"/>
                <w:bCs/>
                <w:sz w:val="22"/>
                <w:szCs w:val="22"/>
              </w:rPr>
              <w:t>Self Help Africa and loyalty to the organisation. Supports others to achieve excellent results.</w:t>
            </w:r>
          </w:p>
          <w:p w14:paraId="2C10B285" w14:textId="77777777" w:rsidR="00035FF6" w:rsidRPr="00E64046" w:rsidRDefault="00035FF6" w:rsidP="00035FF6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Calibri" w:hAnsi="Calibri" w:cs="Arial"/>
                <w:bCs/>
                <w:sz w:val="22"/>
                <w:szCs w:val="22"/>
              </w:rPr>
            </w:pPr>
            <w:r w:rsidRPr="00E64046">
              <w:rPr>
                <w:rFonts w:ascii="Calibri" w:hAnsi="Calibri" w:cs="Arial"/>
                <w:bCs/>
                <w:sz w:val="22"/>
                <w:szCs w:val="22"/>
              </w:rPr>
              <w:t xml:space="preserve">Communicating and working with others – Uses the most appropriate channel to share information with others both inside and outside </w:t>
            </w:r>
            <w:r w:rsidR="002D61AC">
              <w:rPr>
                <w:rFonts w:ascii="Calibri" w:hAnsi="Calibri" w:cs="Arial"/>
                <w:bCs/>
                <w:sz w:val="22"/>
                <w:szCs w:val="22"/>
              </w:rPr>
              <w:t>Gorta-</w:t>
            </w:r>
            <w:r w:rsidRPr="00E64046">
              <w:rPr>
                <w:rFonts w:ascii="Calibri" w:hAnsi="Calibri" w:cs="Arial"/>
                <w:bCs/>
                <w:sz w:val="22"/>
                <w:szCs w:val="22"/>
              </w:rPr>
              <w:t>Self Help Africa; adapts the message to meet the communication needs of the audience.</w:t>
            </w:r>
          </w:p>
          <w:p w14:paraId="179D68B8" w14:textId="77777777" w:rsidR="00035FF6" w:rsidRPr="00E64046" w:rsidRDefault="00035FF6" w:rsidP="00035FF6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Calibri" w:hAnsi="Calibri" w:cs="Arial"/>
                <w:bCs/>
                <w:sz w:val="22"/>
                <w:szCs w:val="22"/>
              </w:rPr>
            </w:pPr>
            <w:r w:rsidRPr="00E64046">
              <w:rPr>
                <w:rFonts w:ascii="Calibri" w:hAnsi="Calibri" w:cs="Arial"/>
                <w:bCs/>
                <w:sz w:val="22"/>
                <w:szCs w:val="22"/>
              </w:rPr>
              <w:t xml:space="preserve">Delivering results – Systematically develops plans towards achieving </w:t>
            </w:r>
            <w:r w:rsidR="002D61AC">
              <w:rPr>
                <w:rFonts w:ascii="Calibri" w:hAnsi="Calibri" w:cs="Arial"/>
                <w:bCs/>
                <w:sz w:val="22"/>
                <w:szCs w:val="22"/>
              </w:rPr>
              <w:t>Gorta-</w:t>
            </w:r>
            <w:r w:rsidRPr="00E64046">
              <w:rPr>
                <w:rFonts w:ascii="Calibri" w:hAnsi="Calibri" w:cs="Arial"/>
                <w:bCs/>
                <w:sz w:val="22"/>
                <w:szCs w:val="22"/>
              </w:rPr>
              <w:t>Self Help Africa’s objectives and delivers on commitments; uses appropriate techniques to help achieve agreed objectives.</w:t>
            </w:r>
          </w:p>
          <w:p w14:paraId="0CC70A80" w14:textId="77777777" w:rsidR="00035FF6" w:rsidRPr="00E64046" w:rsidRDefault="00035FF6" w:rsidP="00035FF6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Calibri" w:hAnsi="Calibri" w:cs="Arial"/>
                <w:bCs/>
                <w:sz w:val="22"/>
                <w:szCs w:val="22"/>
              </w:rPr>
            </w:pPr>
            <w:r w:rsidRPr="00E64046">
              <w:rPr>
                <w:rFonts w:ascii="Calibri" w:hAnsi="Calibri" w:cs="Arial"/>
                <w:bCs/>
                <w:sz w:val="22"/>
                <w:szCs w:val="22"/>
              </w:rPr>
              <w:t>Planning and decision-making – Systematically develops plans towards achieving</w:t>
            </w:r>
            <w:r w:rsidR="002D61AC"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  <w:r w:rsidR="0028112C">
              <w:rPr>
                <w:rFonts w:ascii="Calibri" w:hAnsi="Calibri" w:cs="Arial"/>
                <w:bCs/>
                <w:sz w:val="22"/>
                <w:szCs w:val="22"/>
              </w:rPr>
              <w:t>Gorta</w:t>
            </w:r>
            <w:r w:rsidR="002D61AC">
              <w:rPr>
                <w:rFonts w:ascii="Calibri" w:hAnsi="Calibri" w:cs="Arial"/>
                <w:bCs/>
                <w:sz w:val="22"/>
                <w:szCs w:val="22"/>
              </w:rPr>
              <w:t>-</w:t>
            </w:r>
            <w:r w:rsidRPr="00E64046">
              <w:rPr>
                <w:rFonts w:ascii="Calibri" w:hAnsi="Calibri" w:cs="Arial"/>
                <w:bCs/>
                <w:sz w:val="22"/>
                <w:szCs w:val="22"/>
              </w:rPr>
              <w:t>Self Help Africa’s objectives and delivers on commitments; makes clear, informed and timely decisions appropriate to role, in the interests of</w:t>
            </w:r>
            <w:r w:rsidR="0028112C">
              <w:rPr>
                <w:rFonts w:ascii="Calibri" w:hAnsi="Calibri" w:cs="Arial"/>
                <w:bCs/>
                <w:sz w:val="22"/>
                <w:szCs w:val="22"/>
              </w:rPr>
              <w:t xml:space="preserve"> Gorta-</w:t>
            </w:r>
            <w:r w:rsidRPr="00E64046">
              <w:rPr>
                <w:rFonts w:ascii="Calibri" w:hAnsi="Calibri" w:cs="Arial"/>
                <w:bCs/>
                <w:sz w:val="22"/>
                <w:szCs w:val="22"/>
              </w:rPr>
              <w:t>Self Help Africa and those we work with.</w:t>
            </w:r>
          </w:p>
          <w:p w14:paraId="4AEA980E" w14:textId="77777777" w:rsidR="00035FF6" w:rsidRPr="00E64046" w:rsidRDefault="00035FF6" w:rsidP="00035FF6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Calibri" w:hAnsi="Calibri" w:cs="Tahoma"/>
                <w:bCs/>
                <w:sz w:val="22"/>
                <w:szCs w:val="22"/>
              </w:rPr>
            </w:pPr>
            <w:r w:rsidRPr="00E64046">
              <w:rPr>
                <w:rFonts w:ascii="Calibri" w:hAnsi="Calibri" w:cs="Arial"/>
                <w:bCs/>
                <w:sz w:val="22"/>
                <w:szCs w:val="22"/>
              </w:rPr>
              <w:t xml:space="preserve">Creativity and innovation – Seeks out, develops and successfully implements new ideas that further the needs of </w:t>
            </w:r>
            <w:r w:rsidR="002D61AC">
              <w:rPr>
                <w:rFonts w:ascii="Calibri" w:hAnsi="Calibri" w:cs="Arial"/>
                <w:bCs/>
                <w:sz w:val="22"/>
                <w:szCs w:val="22"/>
              </w:rPr>
              <w:t>Gorta-</w:t>
            </w:r>
            <w:r w:rsidRPr="00E64046">
              <w:rPr>
                <w:rFonts w:ascii="Calibri" w:hAnsi="Calibri" w:cs="Arial"/>
                <w:bCs/>
                <w:sz w:val="22"/>
                <w:szCs w:val="22"/>
              </w:rPr>
              <w:t>Self Help Africa and those we work with; builds on proven approaches and learns from ongoing work to improve it.</w:t>
            </w:r>
          </w:p>
        </w:tc>
      </w:tr>
    </w:tbl>
    <w:p w14:paraId="16A298DD" w14:textId="77777777" w:rsidR="00035FF6" w:rsidRPr="00B23FBB" w:rsidRDefault="00035FF6" w:rsidP="00035FF6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br w:type="textWrapping" w:clear="all"/>
      </w:r>
    </w:p>
    <w:p w14:paraId="76CF15D2" w14:textId="77777777" w:rsidR="00035FF6" w:rsidRPr="00F079C1" w:rsidRDefault="0028112C" w:rsidP="00035FF6">
      <w:pPr>
        <w:ind w:left="357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Gorta - </w:t>
      </w:r>
      <w:r w:rsidR="00035FF6" w:rsidRPr="00F079C1">
        <w:rPr>
          <w:rFonts w:ascii="Tahoma" w:hAnsi="Tahoma" w:cs="Tahoma"/>
          <w:b/>
        </w:rPr>
        <w:t>Self Help Africa is an Equal Opportunities Employer</w:t>
      </w:r>
    </w:p>
    <w:p w14:paraId="01851AB2" w14:textId="77777777" w:rsidR="00B84690" w:rsidRDefault="00B84690"/>
    <w:sectPr w:rsidR="00B84690" w:rsidSect="00B8469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62CF6"/>
    <w:multiLevelType w:val="hybridMultilevel"/>
    <w:tmpl w:val="1C58C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418AB"/>
    <w:multiLevelType w:val="hybridMultilevel"/>
    <w:tmpl w:val="E752D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0A424C"/>
    <w:multiLevelType w:val="hybridMultilevel"/>
    <w:tmpl w:val="3BD26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3264E3"/>
    <w:multiLevelType w:val="hybridMultilevel"/>
    <w:tmpl w:val="6900C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175C2B"/>
    <w:multiLevelType w:val="hybridMultilevel"/>
    <w:tmpl w:val="34D2E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040D40"/>
    <w:multiLevelType w:val="hybridMultilevel"/>
    <w:tmpl w:val="23C6C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83149"/>
    <w:multiLevelType w:val="hybridMultilevel"/>
    <w:tmpl w:val="D7F8DBE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DB3D1D"/>
    <w:multiLevelType w:val="hybridMultilevel"/>
    <w:tmpl w:val="A42E0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511779"/>
    <w:multiLevelType w:val="hybridMultilevel"/>
    <w:tmpl w:val="5BCCF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E01F9B"/>
    <w:multiLevelType w:val="hybridMultilevel"/>
    <w:tmpl w:val="93989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F6"/>
    <w:rsid w:val="00035FF6"/>
    <w:rsid w:val="000E269F"/>
    <w:rsid w:val="001934E5"/>
    <w:rsid w:val="001D43E5"/>
    <w:rsid w:val="0028112C"/>
    <w:rsid w:val="002D61AC"/>
    <w:rsid w:val="004C02B6"/>
    <w:rsid w:val="00602234"/>
    <w:rsid w:val="0074444D"/>
    <w:rsid w:val="00797A1D"/>
    <w:rsid w:val="00801BA6"/>
    <w:rsid w:val="008B2A35"/>
    <w:rsid w:val="0091279E"/>
    <w:rsid w:val="00984A02"/>
    <w:rsid w:val="00A163C6"/>
    <w:rsid w:val="00B84690"/>
    <w:rsid w:val="00F5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1162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FF6"/>
    <w:pPr>
      <w:spacing w:line="260" w:lineRule="exact"/>
    </w:pPr>
    <w:rPr>
      <w:rFonts w:ascii="Arial" w:eastAsia="Times New Roman" w:hAnsi="Arial" w:cs="Times New Roman"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35FF6"/>
    <w:pPr>
      <w:spacing w:before="100" w:beforeAutospacing="1" w:after="100" w:afterAutospacing="1" w:line="240" w:lineRule="auto"/>
    </w:pPr>
    <w:rPr>
      <w:rFonts w:ascii="Times" w:eastAsiaTheme="minorEastAsia" w:hAnsi="Times"/>
      <w:color w:val="auto"/>
      <w:lang w:val="en-US"/>
    </w:rPr>
  </w:style>
  <w:style w:type="paragraph" w:styleId="ListParagraph">
    <w:name w:val="List Paragraph"/>
    <w:basedOn w:val="Normal"/>
    <w:uiPriority w:val="34"/>
    <w:qFormat/>
    <w:rsid w:val="009127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4A0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A02"/>
    <w:rPr>
      <w:rFonts w:ascii="Lucida Grande" w:eastAsia="Times New Roman" w:hAnsi="Lucida Grande" w:cs="Lucida Grande"/>
      <w:color w:val="000000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FF6"/>
    <w:pPr>
      <w:spacing w:line="260" w:lineRule="exact"/>
    </w:pPr>
    <w:rPr>
      <w:rFonts w:ascii="Arial" w:eastAsia="Times New Roman" w:hAnsi="Arial" w:cs="Times New Roman"/>
      <w:color w:val="00000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35FF6"/>
    <w:pPr>
      <w:spacing w:before="100" w:beforeAutospacing="1" w:after="100" w:afterAutospacing="1" w:line="240" w:lineRule="auto"/>
    </w:pPr>
    <w:rPr>
      <w:rFonts w:ascii="Times" w:eastAsiaTheme="minorEastAsia" w:hAnsi="Times"/>
      <w:color w:val="auto"/>
      <w:lang w:val="en-US"/>
    </w:rPr>
  </w:style>
  <w:style w:type="paragraph" w:styleId="ListParagraph">
    <w:name w:val="List Paragraph"/>
    <w:basedOn w:val="Normal"/>
    <w:uiPriority w:val="34"/>
    <w:qFormat/>
    <w:rsid w:val="009127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4A0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A02"/>
    <w:rPr>
      <w:rFonts w:ascii="Lucida Grande" w:eastAsia="Times New Roman" w:hAnsi="Lucida Grande" w:cs="Lucida Grande"/>
      <w:color w:val="000000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GSHA</dc:creator>
  <cp:lastModifiedBy>Sheila Walsh</cp:lastModifiedBy>
  <cp:revision>5</cp:revision>
  <cp:lastPrinted>2015-05-29T15:38:00Z</cp:lastPrinted>
  <dcterms:created xsi:type="dcterms:W3CDTF">2015-11-27T16:41:00Z</dcterms:created>
  <dcterms:modified xsi:type="dcterms:W3CDTF">2015-11-27T16:43:00Z</dcterms:modified>
</cp:coreProperties>
</file>